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578EB" w14:textId="77777777" w:rsidR="00EA61F5" w:rsidRDefault="00EA61F5" w:rsidP="00EA61F5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center"/>
        <w:rPr>
          <w:rFonts w:eastAsia="Calibri"/>
          <w:b/>
          <w:smallCaps/>
          <w:color w:val="0F243E"/>
          <w:sz w:val="28"/>
        </w:rPr>
      </w:pPr>
      <w:bookmarkStart w:id="0" w:name="CIG"/>
    </w:p>
    <w:p w14:paraId="7F6CB558" w14:textId="5064E24F" w:rsidR="00BB06E4" w:rsidRDefault="00BB06E4" w:rsidP="00BB06E4">
      <w:pPr>
        <w:spacing w:before="60" w:after="60"/>
        <w:ind w:firstLine="426"/>
        <w:jc w:val="center"/>
        <w:rPr>
          <w:b/>
        </w:rPr>
      </w:pPr>
      <w:r w:rsidRPr="008D0E3C">
        <w:rPr>
          <w:rFonts w:ascii="Garamond" w:eastAsia="Calibri" w:hAnsi="Garamond"/>
          <w:b/>
          <w:smallCaps/>
          <w:color w:val="0F243E"/>
        </w:rPr>
        <w:t xml:space="preserve">Procedura Aperta per </w:t>
      </w:r>
      <w:bookmarkStart w:id="1" w:name="_Hlk33190035"/>
      <w:r>
        <w:rPr>
          <w:b/>
        </w:rPr>
        <w:t xml:space="preserve"> </w:t>
      </w:r>
    </w:p>
    <w:p w14:paraId="0875F958" w14:textId="6CBF755D" w:rsidR="00BB06E4" w:rsidRPr="006F2BF9" w:rsidRDefault="00CD402E" w:rsidP="00BB06E4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  <w:r>
        <w:rPr>
          <w:b/>
        </w:rPr>
        <w:t>“</w:t>
      </w:r>
      <w:r>
        <w:rPr>
          <w:b/>
          <w:bCs/>
        </w:rPr>
        <w:t xml:space="preserve">AFFIDAMENTO DEI LAVORI </w:t>
      </w:r>
      <w:r w:rsidRPr="005D4674">
        <w:rPr>
          <w:b/>
          <w:bCs/>
        </w:rPr>
        <w:t>REALIZZAZIONE AREA SERVIZI</w:t>
      </w:r>
      <w:r>
        <w:rPr>
          <w:b/>
          <w:bCs/>
        </w:rPr>
        <w:t xml:space="preserve"> </w:t>
      </w:r>
      <w:r w:rsidRPr="005D4674">
        <w:rPr>
          <w:b/>
          <w:bCs/>
        </w:rPr>
        <w:t>DIAGNOSTICI</w:t>
      </w:r>
      <w:r>
        <w:rPr>
          <w:b/>
          <w:bCs/>
        </w:rPr>
        <w:t xml:space="preserve"> </w:t>
      </w:r>
      <w:r w:rsidRPr="005D4674">
        <w:rPr>
          <w:b/>
          <w:bCs/>
        </w:rPr>
        <w:t>(RADIOLOGIA) DEDICATA AL PRONTO SOCCORSO</w:t>
      </w:r>
      <w:r>
        <w:rPr>
          <w:b/>
          <w:bCs/>
        </w:rPr>
        <w:t xml:space="preserve"> </w:t>
      </w:r>
      <w:r w:rsidRPr="005D4674">
        <w:rPr>
          <w:b/>
          <w:bCs/>
        </w:rPr>
        <w:t>DEL P.O. DI ARIANO IRPINO</w:t>
      </w:r>
      <w:r w:rsidR="00BB06E4"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30EB4890" w14:textId="77777777" w:rsidR="00BB06E4" w:rsidRPr="006F2BF9" w:rsidRDefault="00BB06E4" w:rsidP="00BB06E4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bookmarkEnd w:id="1"/>
    <w:p w14:paraId="15EE0F26" w14:textId="77777777" w:rsidR="00FF4E5F" w:rsidRDefault="00FF4E5F" w:rsidP="00FF4E5F">
      <w:pPr>
        <w:pBdr>
          <w:bottom w:val="thickThinSmallGap" w:sz="12" w:space="1" w:color="0F243E"/>
        </w:pBdr>
        <w:tabs>
          <w:tab w:val="left" w:pos="4820"/>
        </w:tabs>
        <w:jc w:val="center"/>
        <w:rPr>
          <w:rFonts w:eastAsia="Calibri"/>
          <w:b/>
          <w:smallCaps/>
          <w:color w:val="0F243E"/>
          <w:sz w:val="28"/>
          <w:szCs w:val="28"/>
        </w:rPr>
      </w:pPr>
      <w:proofErr w:type="gramStart"/>
      <w:r>
        <w:rPr>
          <w:rFonts w:eastAsia="Calibri"/>
          <w:b/>
          <w:smallCaps/>
          <w:color w:val="0F243E"/>
          <w:sz w:val="28"/>
          <w:szCs w:val="28"/>
        </w:rPr>
        <w:t>CIG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  <w:r>
        <w:rPr>
          <w:rFonts w:eastAsia="Calibri"/>
          <w:b/>
          <w:smallCaps/>
          <w:color w:val="0F243E"/>
          <w:sz w:val="28"/>
          <w:szCs w:val="28"/>
        </w:rPr>
        <w:t>96949459B3</w:t>
      </w:r>
    </w:p>
    <w:p w14:paraId="63A7778F" w14:textId="77777777" w:rsidR="00973437" w:rsidRPr="00FF4E5F" w:rsidRDefault="00973437" w:rsidP="005E401C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smallCaps/>
          <w:sz w:val="28"/>
        </w:rPr>
      </w:pPr>
      <w:bookmarkStart w:id="2" w:name="_GoBack"/>
      <w:bookmarkEnd w:id="2"/>
    </w:p>
    <w:p w14:paraId="2AA29AD8" w14:textId="77777777" w:rsidR="003A3060" w:rsidRPr="00F24600" w:rsidRDefault="00511405" w:rsidP="004C60B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ALLEGATO</w:t>
      </w:r>
      <w:r w:rsidR="00572FD2" w:rsidRPr="00F24600">
        <w:rPr>
          <w:rFonts w:ascii="Garamond" w:hAnsi="Garamond" w:cs="Arial"/>
          <w:b/>
          <w:smallCaps/>
          <w:szCs w:val="24"/>
        </w:rPr>
        <w:t xml:space="preserve"> A</w:t>
      </w:r>
      <w:r w:rsidR="009543BA" w:rsidRPr="00F24600">
        <w:rPr>
          <w:rFonts w:ascii="Garamond" w:hAnsi="Garamond" w:cs="Arial"/>
          <w:b/>
          <w:smallCaps/>
          <w:szCs w:val="24"/>
        </w:rPr>
        <w:t>2</w:t>
      </w:r>
      <w:r w:rsidR="00F24600">
        <w:rPr>
          <w:rFonts w:ascii="Garamond" w:hAnsi="Garamond" w:cs="Arial"/>
          <w:b/>
          <w:smallCaps/>
          <w:szCs w:val="24"/>
        </w:rPr>
        <w:t xml:space="preserve"> BIS</w:t>
      </w:r>
    </w:p>
    <w:p w14:paraId="3B1B078B" w14:textId="77777777"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14:paraId="16FD2662" w14:textId="77777777"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0"/>
    <w:p w14:paraId="08B62AA3" w14:textId="77777777"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14:paraId="4F8E690F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1743198161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43198161"/>
    </w:p>
    <w:p w14:paraId="256146FB" w14:textId="77777777"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937453412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37453412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776031951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776031951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1588670359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1588670359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979894382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79894382"/>
      <w:r w:rsidR="000E6AA2" w:rsidRPr="00CF04A7">
        <w:rPr>
          <w:rFonts w:ascii="Garamond" w:hAnsi="Garamond" w:cs="Arial"/>
          <w:sz w:val="22"/>
          <w:szCs w:val="22"/>
        </w:rPr>
        <w:t>,</w:t>
      </w:r>
    </w:p>
    <w:p w14:paraId="1FECDF8E" w14:textId="77777777"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438078730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438078730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14:paraId="5D49124A" w14:textId="77777777"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1630999645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30999645"/>
      <w:r w:rsidRPr="00CF04A7">
        <w:rPr>
          <w:rFonts w:ascii="Garamond" w:hAnsi="Garamond" w:cs="Arial"/>
          <w:sz w:val="22"/>
          <w:szCs w:val="22"/>
        </w:rPr>
        <w:t>)</w:t>
      </w:r>
    </w:p>
    <w:p w14:paraId="574F9A91" w14:textId="77777777"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572865807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72865807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23866914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3866914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32058417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32058417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471138464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71138464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14:paraId="23E985EB" w14:textId="77777777"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1512048161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12048161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1473264852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73264852"/>
    </w:p>
    <w:p w14:paraId="50C348A9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14:paraId="6EC74F63" w14:textId="77777777"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14:paraId="6F3D7A8E" w14:textId="77777777"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14:paraId="24938183" w14:textId="77777777"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14:paraId="49DC5608" w14:textId="77777777"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14:paraId="24DD49C6" w14:textId="77777777"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14:paraId="5863F4BD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753669065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53669065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361043749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61043749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1935889619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35889619"/>
      <w:r w:rsidR="00AE3777" w:rsidRPr="00CF04A7">
        <w:rPr>
          <w:rFonts w:ascii="Garamond" w:hAnsi="Garamond" w:cs="Calibri"/>
          <w:sz w:val="22"/>
          <w:szCs w:val="22"/>
        </w:rPr>
        <w:t>;</w:t>
      </w:r>
    </w:p>
    <w:p w14:paraId="0DB0DF43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958295031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58295031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155229977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55229977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530943185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30943185"/>
      <w:r w:rsidR="00B1532E" w:rsidRPr="00CF04A7">
        <w:rPr>
          <w:rFonts w:ascii="Garamond" w:hAnsi="Garamond" w:cs="Calibri"/>
          <w:sz w:val="22"/>
          <w:szCs w:val="22"/>
        </w:rPr>
        <w:t>;</w:t>
      </w:r>
    </w:p>
    <w:p w14:paraId="5571D6B2" w14:textId="77777777"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14:paraId="0B463DD7" w14:textId="77777777"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14:paraId="20BF060C" w14:textId="77777777"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50210081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02100816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14:paraId="5B57C2E3" w14:textId="77777777"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14:paraId="50DC7813" w14:textId="77777777"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02428340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024283407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14:paraId="34F7432D" w14:textId="77777777"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14:paraId="0CD8D9C3" w14:textId="77777777"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435116118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435116118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694443397" w:edGrp="everyone"/>
      <w:permStart w:id="1454007578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94443397"/>
      <w:permEnd w:id="1454007578"/>
      <w:r w:rsidR="00F41915" w:rsidRPr="002E4B43">
        <w:rPr>
          <w:rFonts w:ascii="Garamond" w:hAnsi="Garamond"/>
          <w:sz w:val="22"/>
          <w:szCs w:val="22"/>
        </w:rPr>
        <w:t>);</w:t>
      </w:r>
    </w:p>
    <w:p w14:paraId="7626BB18" w14:textId="77777777"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14:paraId="02DDA43C" w14:textId="7777777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14:paraId="46E47CD5" w14:textId="77777777"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14:paraId="4695CD9F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14:paraId="7BFE2938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14:paraId="60804F17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14:paraId="35670809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14:paraId="4CAC2393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14:paraId="671D5B45" w14:textId="7777777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0BF23F82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40781272" w:edGrp="everyone" w:colFirst="0" w:colLast="0"/>
            <w:permStart w:id="1324169851" w:edGrp="everyone" w:colFirst="1" w:colLast="1"/>
            <w:permStart w:id="1436755862" w:edGrp="everyone" w:colFirst="2" w:colLast="2"/>
            <w:permStart w:id="1032262638" w:edGrp="everyone" w:colFirst="3" w:colLast="3"/>
            <w:permStart w:id="1941904608" w:edGrp="everyone" w:colFirst="4" w:colLast="4"/>
            <w:permStart w:id="516765429" w:edGrp="everyone"/>
          </w:p>
        </w:tc>
        <w:tc>
          <w:tcPr>
            <w:tcW w:w="1145" w:type="pct"/>
            <w:vAlign w:val="center"/>
          </w:tcPr>
          <w:p w14:paraId="677B0A0F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763DDC3F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14:paraId="3E3742A4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69045AD4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57B67CDD" w14:textId="7777777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6C434140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550797003" w:edGrp="everyone" w:colFirst="0" w:colLast="0"/>
            <w:permStart w:id="108880802" w:edGrp="everyone" w:colFirst="1" w:colLast="1"/>
            <w:permStart w:id="800661256" w:edGrp="everyone" w:colFirst="2" w:colLast="2"/>
            <w:permStart w:id="1506244087" w:edGrp="everyone" w:colFirst="3" w:colLast="3"/>
            <w:permStart w:id="259284824" w:edGrp="everyone" w:colFirst="4" w:colLast="4"/>
            <w:permStart w:id="1340934232" w:edGrp="everyone" w:colFirst="5" w:colLast="5"/>
            <w:permEnd w:id="240781272"/>
            <w:permEnd w:id="1324169851"/>
            <w:permEnd w:id="1436755862"/>
            <w:permEnd w:id="1032262638"/>
            <w:permEnd w:id="1941904608"/>
          </w:p>
        </w:tc>
        <w:tc>
          <w:tcPr>
            <w:tcW w:w="1145" w:type="pct"/>
            <w:vAlign w:val="center"/>
          </w:tcPr>
          <w:p w14:paraId="6B2B369F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73DB740F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14:paraId="45005EDB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3A43D7B1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516765429"/>
      <w:permEnd w:id="1550797003"/>
      <w:permEnd w:id="108880802"/>
      <w:permEnd w:id="800661256"/>
      <w:permEnd w:id="1506244087"/>
      <w:permEnd w:id="259284824"/>
      <w:permEnd w:id="1340934232"/>
    </w:tbl>
    <w:p w14:paraId="0EE102C7" w14:textId="77777777"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14:paraId="6934539F" w14:textId="77777777"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14:paraId="1778F7F8" w14:textId="77777777"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239171548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239171548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14:paraId="6B913B6A" w14:textId="7777777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14:paraId="16CDAC94" w14:textId="77777777"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lastRenderedPageBreak/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14:paraId="6B62682E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14:paraId="39439250" w14:textId="77777777"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14:paraId="7050EC96" w14:textId="77777777"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14:paraId="54979EB6" w14:textId="7777777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3DA13457" w14:textId="77777777"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79279307" w:edGrp="everyone" w:colFirst="0" w:colLast="0"/>
            <w:permStart w:id="135349595" w:edGrp="everyone" w:colFirst="1" w:colLast="1"/>
            <w:permStart w:id="490744134" w:edGrp="everyone" w:colFirst="2" w:colLast="2"/>
            <w:permStart w:id="408571482" w:edGrp="everyone"/>
          </w:p>
        </w:tc>
        <w:tc>
          <w:tcPr>
            <w:tcW w:w="1144" w:type="pct"/>
            <w:vAlign w:val="center"/>
          </w:tcPr>
          <w:p w14:paraId="6C61B78F" w14:textId="77777777"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7BCBCD80" w14:textId="77777777"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4D050093" w14:textId="7777777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57B085A8" w14:textId="77777777"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87141567" w:edGrp="everyone" w:colFirst="0" w:colLast="0"/>
            <w:permStart w:id="562371472" w:edGrp="everyone" w:colFirst="1" w:colLast="1"/>
            <w:permStart w:id="1147737847" w:edGrp="everyone" w:colFirst="2" w:colLast="2"/>
            <w:permStart w:id="317144588" w:edGrp="everyone" w:colFirst="3" w:colLast="3"/>
            <w:permEnd w:id="279279307"/>
            <w:permEnd w:id="135349595"/>
            <w:permEnd w:id="490744134"/>
          </w:p>
        </w:tc>
        <w:tc>
          <w:tcPr>
            <w:tcW w:w="1144" w:type="pct"/>
            <w:vAlign w:val="center"/>
          </w:tcPr>
          <w:p w14:paraId="2A045A32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0404F3AE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408571482"/>
      <w:permEnd w:id="1087141567"/>
      <w:permEnd w:id="562371472"/>
      <w:permEnd w:id="1147737847"/>
      <w:permEnd w:id="317144588"/>
    </w:tbl>
    <w:p w14:paraId="53F3E13E" w14:textId="77777777"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14:paraId="4E14D932" w14:textId="77777777"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577922615" w:edGrp="everyone"/>
      <w:permStart w:id="804074016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77922615"/>
      <w:permEnd w:id="804074016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14:paraId="10DD2C8F" w14:textId="77777777"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14:paraId="100311D0" w14:textId="77777777"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72951452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729514520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14:paraId="5105BC6A" w14:textId="7777777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14:paraId="60CF2450" w14:textId="77777777"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14:paraId="05B10368" w14:textId="77777777"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14:paraId="72DC674C" w14:textId="77777777"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14:paraId="0C73C97F" w14:textId="77777777"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14:paraId="3D769D36" w14:textId="7777777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641A1FF3" w14:textId="77777777"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2044999" w:edGrp="everyone" w:colFirst="0" w:colLast="0"/>
            <w:permStart w:id="473133317" w:edGrp="everyone" w:colFirst="1" w:colLast="1"/>
            <w:permStart w:id="359667506" w:edGrp="everyone" w:colFirst="2" w:colLast="2"/>
            <w:permStart w:id="768880900" w:edGrp="everyone"/>
          </w:p>
        </w:tc>
        <w:tc>
          <w:tcPr>
            <w:tcW w:w="1472" w:type="pct"/>
            <w:vAlign w:val="center"/>
          </w:tcPr>
          <w:p w14:paraId="59488744" w14:textId="77777777"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4E7A1B50" w14:textId="77777777"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62701A7C" w14:textId="7777777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0A79EF98" w14:textId="77777777"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43952477" w:edGrp="everyone" w:colFirst="0" w:colLast="0"/>
            <w:permStart w:id="2138930904" w:edGrp="everyone" w:colFirst="1" w:colLast="1"/>
            <w:permStart w:id="1833313474" w:edGrp="everyone" w:colFirst="2" w:colLast="2"/>
            <w:permStart w:id="623796224" w:edGrp="everyone" w:colFirst="3" w:colLast="3"/>
            <w:permEnd w:id="102044999"/>
            <w:permEnd w:id="473133317"/>
            <w:permEnd w:id="359667506"/>
          </w:p>
        </w:tc>
        <w:tc>
          <w:tcPr>
            <w:tcW w:w="1472" w:type="pct"/>
            <w:vAlign w:val="center"/>
          </w:tcPr>
          <w:p w14:paraId="02E95EEF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4DEB9997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768880900"/>
      <w:permEnd w:id="1143952477"/>
      <w:permEnd w:id="2138930904"/>
      <w:permEnd w:id="1833313474"/>
      <w:permEnd w:id="623796224"/>
    </w:tbl>
    <w:p w14:paraId="01B4F5B8" w14:textId="77777777"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14:paraId="16435230" w14:textId="77777777"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14:paraId="2FB4B3B6" w14:textId="77777777"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14:paraId="425F2768" w14:textId="77777777"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121045655" w:edGrp="everyone"/>
      <w:permStart w:id="936605655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21045655"/>
      <w:permEnd w:id="936605655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14:paraId="577795E6" w14:textId="77777777"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14:paraId="21BE7F95" w14:textId="77777777"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20668925" w:edGrp="everyone"/>
      <w:permStart w:id="971791127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20668925"/>
      <w:permEnd w:id="971791127"/>
      <w:r w:rsidRPr="00BA5049">
        <w:rPr>
          <w:rFonts w:ascii="Garamond" w:hAnsi="Garamond"/>
          <w:sz w:val="22"/>
          <w:szCs w:val="22"/>
        </w:rPr>
        <w:t>).</w:t>
      </w:r>
    </w:p>
    <w:p w14:paraId="2431479B" w14:textId="77777777"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14:paraId="1194BBEF" w14:textId="77777777"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921996821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921996821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45622557" w:edGrp="everyone"/>
      <w:permStart w:id="1510702714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45622557"/>
      <w:r w:rsidR="004F0FE8">
        <w:rPr>
          <w:rFonts w:ascii="Garamond" w:hAnsi="Garamond"/>
          <w:sz w:val="22"/>
          <w:szCs w:val="22"/>
        </w:rPr>
        <w:t>;</w:t>
      </w:r>
      <w:permEnd w:id="1510702714"/>
    </w:p>
    <w:p w14:paraId="11FA8343" w14:textId="77777777"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lastRenderedPageBreak/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14:paraId="528A6719" w14:textId="77777777"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14:paraId="22A2080B" w14:textId="77777777"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14:paraId="3D1B5F4B" w14:textId="77777777"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14:paraId="5E239D28" w14:textId="77777777"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206720923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2067209230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1484869822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484869822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42146517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42146517"/>
      <w:r w:rsidR="00305107">
        <w:rPr>
          <w:rFonts w:ascii="Garamond" w:hAnsi="Garamond" w:cs="Arial"/>
          <w:sz w:val="22"/>
          <w:szCs w:val="22"/>
        </w:rPr>
        <w:t>;</w:t>
      </w:r>
    </w:p>
    <w:p w14:paraId="1750EA5D" w14:textId="77777777"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12675095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26750957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66851026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66851026"/>
      <w:r w:rsidR="00305107">
        <w:rPr>
          <w:rFonts w:ascii="Garamond" w:hAnsi="Garamond" w:cs="Arial"/>
          <w:sz w:val="22"/>
          <w:szCs w:val="22"/>
        </w:rPr>
        <w:t>.</w:t>
      </w:r>
    </w:p>
    <w:p w14:paraId="163BBBAB" w14:textId="77777777"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14:paraId="0C9B4659" w14:textId="77777777"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3BE672CA" w14:textId="77777777"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14:paraId="12CE7A8A" w14:textId="77777777"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549157272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549157272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642535159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642535159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14:paraId="163FBABB" w14:textId="77777777" w:rsidR="006142E4" w:rsidRPr="00CF04A7" w:rsidRDefault="00704A47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 w:rsidRPr="00CF04A7">
        <w:rPr>
          <w:rFonts w:ascii="Garamond" w:hAnsi="Garamond" w:cs="Arial"/>
          <w:sz w:val="22"/>
          <w:szCs w:val="22"/>
          <w:lang w:val="it-IT"/>
        </w:rPr>
        <w:t>F</w:t>
      </w:r>
      <w:r w:rsidR="00F94038" w:rsidRPr="00CF04A7">
        <w:rPr>
          <w:rFonts w:ascii="Garamond" w:hAnsi="Garamond" w:cs="Arial"/>
          <w:sz w:val="22"/>
          <w:szCs w:val="22"/>
          <w:lang w:val="it-IT"/>
        </w:rPr>
        <w:t>IRMA</w:t>
      </w:r>
      <w:r w:rsidR="00B733D0" w:rsidRPr="00CF04A7">
        <w:rPr>
          <w:rFonts w:ascii="Garamond" w:hAnsi="Garamond" w:cs="Arial"/>
          <w:sz w:val="22"/>
          <w:szCs w:val="22"/>
          <w:lang w:val="it-IT"/>
        </w:rPr>
        <w:t>TO DIGITALMENTE</w:t>
      </w:r>
    </w:p>
    <w:sectPr w:rsidR="006142E4" w:rsidRPr="00CF04A7" w:rsidSect="000C6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8C868" w14:textId="77777777" w:rsidR="007D701F" w:rsidRDefault="007D701F">
      <w:r>
        <w:separator/>
      </w:r>
    </w:p>
  </w:endnote>
  <w:endnote w:type="continuationSeparator" w:id="0">
    <w:p w14:paraId="0C764D1C" w14:textId="77777777" w:rsidR="007D701F" w:rsidRDefault="007D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00291" w14:textId="77777777"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DF563D" w14:textId="77777777"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3B98D" w14:textId="77777777"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8E4A05" w:rsidRPr="000C60F9" w14:paraId="594E8F45" w14:textId="77777777" w:rsidTr="00E3616A">
      <w:trPr>
        <w:trHeight w:val="150"/>
      </w:trPr>
      <w:tc>
        <w:tcPr>
          <w:tcW w:w="1208" w:type="pct"/>
          <w:tcBorders>
            <w:top w:val="double" w:sz="4" w:space="0" w:color="0F243E"/>
            <w:left w:val="nil"/>
            <w:right w:val="nil"/>
          </w:tcBorders>
        </w:tcPr>
        <w:p w14:paraId="72D22592" w14:textId="77777777"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02F83998" w14:textId="77777777" w:rsidR="008E4A05" w:rsidRPr="00E3616A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All</w:t>
          </w:r>
          <w:r w:rsidR="00AA670C" w:rsidRPr="00E3616A">
            <w:rPr>
              <w:rFonts w:ascii="Imprint MT Shadow" w:eastAsia="MS Mincho" w:hAnsi="Imprint MT Shadow"/>
              <w:b/>
              <w:smallCaps/>
              <w:color w:val="0F243E"/>
            </w:rPr>
            <w:t>egato</w:t>
          </w: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 xml:space="preserve"> A2Bis</w:t>
          </w:r>
          <w:r w:rsidR="008E4A05" w:rsidRPr="00E3616A">
            <w:rPr>
              <w:rFonts w:ascii="Imprint MT Shadow" w:eastAsia="MS Mincho" w:hAnsi="Imprint MT Shadow"/>
              <w:b/>
              <w:smallCaps/>
              <w:color w:val="0F243E"/>
            </w:rPr>
            <w:t xml:space="preserve"> </w:t>
          </w:r>
          <w:r w:rsidR="000C60F9" w:rsidRPr="00E3616A">
            <w:rPr>
              <w:rFonts w:ascii="Imprint MT Shadow" w:eastAsia="MS Mincho" w:hAnsi="Imprint MT Shadow"/>
              <w:b/>
              <w:smallCaps/>
              <w:color w:val="0F243E"/>
            </w:rPr>
            <w:t xml:space="preserve">al Disciplinare di Gara </w:t>
          </w: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Integrazione DGUE</w:t>
          </w:r>
        </w:p>
      </w:tc>
      <w:tc>
        <w:tcPr>
          <w:tcW w:w="1208" w:type="pct"/>
          <w:tcBorders>
            <w:top w:val="double" w:sz="4" w:space="0" w:color="0F243E"/>
            <w:left w:val="nil"/>
            <w:right w:val="nil"/>
          </w:tcBorders>
          <w:hideMark/>
        </w:tcPr>
        <w:p w14:paraId="07C630E6" w14:textId="215D9F3C" w:rsidR="008E4A05" w:rsidRPr="000C60F9" w:rsidRDefault="008E4A05" w:rsidP="008E4A05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FF4E5F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FF4E5F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8E4A05" w:rsidRPr="00C25BE8" w14:paraId="38FDF6EE" w14:textId="77777777" w:rsidTr="006D034D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35DB1EE0" w14:textId="77777777" w:rsidR="008E4A05" w:rsidRPr="00E3616A" w:rsidRDefault="008E4A05" w:rsidP="00E3616A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b/>
              <w:color w:val="0F243E"/>
              <w:sz w:val="16"/>
            </w:rPr>
            <w:t>SO.RE.SA. S.p.A.</w:t>
          </w:r>
          <w:r w:rsidRPr="00E3616A">
            <w:rPr>
              <w:rFonts w:ascii="Imprint MT Shadow" w:hAnsi="Imprint MT Shadow" w:cs="Arial"/>
              <w:color w:val="0F243E"/>
              <w:sz w:val="16"/>
            </w:rPr>
            <w:t xml:space="preserve"> con unico Socio</w:t>
          </w:r>
        </w:p>
        <w:p w14:paraId="323C599B" w14:textId="77777777" w:rsidR="008E4A05" w:rsidRPr="00E3616A" w:rsidRDefault="008E4A05" w:rsidP="008E4A05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</w:rPr>
            <w:t>Sede Legale: Centro Direzionale Isola F9 - 80143 Napoli</w:t>
          </w:r>
        </w:p>
        <w:p w14:paraId="50466E2B" w14:textId="77777777" w:rsidR="008E4A05" w:rsidRPr="00E3616A" w:rsidRDefault="008E4A05" w:rsidP="008E4A05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color w:val="0F243E"/>
              <w:sz w:val="16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color w:val="0F243E"/>
              <w:sz w:val="16"/>
            </w:rPr>
            <w:t>.</w:t>
          </w:r>
        </w:p>
        <w:p w14:paraId="38FD3FD0" w14:textId="77777777" w:rsidR="008E4A05" w:rsidRPr="00E3616A" w:rsidRDefault="008E4A05" w:rsidP="008E4A05">
          <w:pPr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</w:rPr>
            <w:t>Codice Fiscale, Partita IVA e iscrizione al Registro delle Imprese di Napoli n. 04786681215</w:t>
          </w:r>
        </w:p>
        <w:p w14:paraId="6685E062" w14:textId="77777777" w:rsidR="008E4A05" w:rsidRPr="000C60F9" w:rsidRDefault="008E4A05" w:rsidP="008E4A05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 w:rsidRPr="00E3616A">
            <w:rPr>
              <w:rFonts w:ascii="Imprint MT Shadow" w:hAnsi="Imprint MT Shadow" w:cs="Arial"/>
              <w:color w:val="0F243E"/>
              <w:sz w:val="16"/>
              <w:lang w:val="en-US"/>
            </w:rPr>
            <w:t>Tel. 081 21 28 174 – Fax 081 75 00 012 - www.soresa.it</w:t>
          </w:r>
        </w:p>
      </w:tc>
    </w:tr>
  </w:tbl>
  <w:p w14:paraId="01F6CE73" w14:textId="77777777"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14:paraId="66614026" w14:textId="77777777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14:paraId="627C4E17" w14:textId="77777777"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14:paraId="55CCA078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26350CD0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5C394CA5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14:paraId="1D3E41EA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78737E07" w14:textId="77777777"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14:paraId="01B6D273" w14:textId="77777777"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BB06E4">
            <w:rPr>
              <w:noProof/>
              <w:sz w:val="20"/>
              <w:szCs w:val="20"/>
            </w:rPr>
            <w:t>3</w:t>
          </w:r>
          <w:r w:rsidRPr="00E3616A">
            <w:rPr>
              <w:sz w:val="20"/>
              <w:szCs w:val="20"/>
            </w:rPr>
            <w:fldChar w:fldCharType="end"/>
          </w:r>
        </w:p>
        <w:p w14:paraId="5DB43BA6" w14:textId="77777777"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BB06E4">
            <w:rPr>
              <w:noProof/>
              <w:sz w:val="16"/>
              <w:szCs w:val="20"/>
            </w:rPr>
            <w:t>DOCUMENTO1</w:t>
          </w:r>
          <w:r>
            <w:rPr>
              <w:noProof/>
            </w:rPr>
            <w:fldChar w:fldCharType="end"/>
          </w:r>
        </w:p>
      </w:tc>
    </w:tr>
  </w:tbl>
  <w:p w14:paraId="3BE6D16A" w14:textId="77777777"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18605" w14:textId="77777777" w:rsidR="007D701F" w:rsidRDefault="007D701F">
      <w:r>
        <w:separator/>
      </w:r>
    </w:p>
  </w:footnote>
  <w:footnote w:type="continuationSeparator" w:id="0">
    <w:p w14:paraId="249C029C" w14:textId="77777777" w:rsidR="007D701F" w:rsidRDefault="007D701F">
      <w:r>
        <w:continuationSeparator/>
      </w:r>
    </w:p>
  </w:footnote>
  <w:footnote w:id="1">
    <w:p w14:paraId="78AD3CD8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14:paraId="29043610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14:paraId="219AC693" w14:textId="77777777"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28929" w14:textId="77777777" w:rsidR="00BC5560" w:rsidRDefault="007D701F">
    <w:pPr>
      <w:pStyle w:val="Intestazione"/>
    </w:pPr>
    <w:r>
      <w:rPr>
        <w:noProof/>
      </w:rPr>
      <w:pict w14:anchorId="63BB3D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5DD2" w14:textId="77777777" w:rsidR="00BC5560" w:rsidRPr="004B5C3B" w:rsidRDefault="00BB06E4" w:rsidP="004B5C3B">
    <w:pPr>
      <w:pStyle w:val="Intestazione"/>
    </w:pPr>
    <w:r w:rsidRPr="003574C7">
      <w:rPr>
        <w:noProof/>
      </w:rPr>
      <w:drawing>
        <wp:inline distT="0" distB="0" distL="0" distR="0" wp14:anchorId="2130BAD2" wp14:editId="657BC88D">
          <wp:extent cx="1493520" cy="502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427" t="11441" r="57401" b="80746"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E774E" w14:textId="77777777" w:rsidR="00BC5560" w:rsidRDefault="007D701F" w:rsidP="000C33D1">
    <w:pPr>
      <w:pStyle w:val="Intestazione"/>
    </w:pPr>
    <w:r>
      <w:rPr>
        <w:noProof/>
      </w:rPr>
      <w:pict w14:anchorId="58C9C7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 wp14:anchorId="4FEDD005" wp14:editId="71522DA0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43E072" w14:textId="77777777" w:rsidR="00BC5560" w:rsidRDefault="00BC5560" w:rsidP="000C33D1">
    <w:pPr>
      <w:pStyle w:val="Intestazione"/>
    </w:pPr>
  </w:p>
  <w:p w14:paraId="5F0671F1" w14:textId="77777777" w:rsidR="00BC5560" w:rsidRDefault="00BC5560" w:rsidP="000C33D1">
    <w:pPr>
      <w:pStyle w:val="Intestazione"/>
    </w:pPr>
  </w:p>
  <w:p w14:paraId="154E268F" w14:textId="77777777" w:rsidR="00BC5560" w:rsidRDefault="00BC5560" w:rsidP="000C33D1">
    <w:pPr>
      <w:pStyle w:val="Intestazione"/>
    </w:pPr>
  </w:p>
  <w:p w14:paraId="722A0706" w14:textId="77777777"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1B17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6559F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4C5F"/>
    <w:rsid w:val="007D53CE"/>
    <w:rsid w:val="007D701F"/>
    <w:rsid w:val="007D761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1E90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5BE8"/>
    <w:rsid w:val="00C263E7"/>
    <w:rsid w:val="00C309D2"/>
    <w:rsid w:val="00C315E5"/>
    <w:rsid w:val="00C31DDB"/>
    <w:rsid w:val="00C31FF9"/>
    <w:rsid w:val="00C33342"/>
    <w:rsid w:val="00C350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67799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3C00"/>
    <w:rsid w:val="00CC6A9C"/>
    <w:rsid w:val="00CC701D"/>
    <w:rsid w:val="00CC74A2"/>
    <w:rsid w:val="00CD402E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CF7DD8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5A1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4E5F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832896A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C06F9-B0C2-4D63-A7B2-EC2010BD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2</TotalTime>
  <Pages>4</Pages>
  <Words>1399</Words>
  <Characters>7979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6</cp:revision>
  <cp:lastPrinted>2017-07-26T12:31:00Z</cp:lastPrinted>
  <dcterms:created xsi:type="dcterms:W3CDTF">2021-01-05T09:22:00Z</dcterms:created>
  <dcterms:modified xsi:type="dcterms:W3CDTF">2023-03-27T11:46:00Z</dcterms:modified>
</cp:coreProperties>
</file>